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DCF" w:rsidRPr="00D87B17" w:rsidRDefault="001C5DCF" w:rsidP="00D87B1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D87B17">
        <w:rPr>
          <w:rFonts w:ascii="Times New Roman" w:hAnsi="Times New Roman"/>
          <w:b/>
          <w:sz w:val="24"/>
          <w:szCs w:val="24"/>
        </w:rPr>
        <w:t>Информация для размещения на сайте mru</w:t>
      </w:r>
      <w:r>
        <w:rPr>
          <w:rFonts w:ascii="Times New Roman" w:hAnsi="Times New Roman"/>
          <w:b/>
          <w:sz w:val="24"/>
          <w:szCs w:val="24"/>
        </w:rPr>
        <w:t>9</w:t>
      </w:r>
      <w:r w:rsidRPr="00D87B17">
        <w:rPr>
          <w:rFonts w:ascii="Times New Roman" w:hAnsi="Times New Roman"/>
          <w:b/>
          <w:sz w:val="24"/>
          <w:szCs w:val="24"/>
        </w:rPr>
        <w:t xml:space="preserve">1.fmbaros.ru </w:t>
      </w:r>
      <w:r w:rsidRPr="00D87B17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в</w:t>
      </w:r>
      <w:r w:rsidRPr="00D87B17">
        <w:rPr>
          <w:rFonts w:ascii="Times New Roman" w:hAnsi="Times New Roman"/>
          <w:b/>
          <w:sz w:val="24"/>
          <w:szCs w:val="24"/>
        </w:rPr>
        <w:t xml:space="preserve"> разделе Информация о конкурсах на замещение вакантных должностей</w:t>
      </w:r>
    </w:p>
    <w:p w:rsidR="001C5DCF" w:rsidRDefault="001C5DCF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1C5DCF" w:rsidRDefault="001C5DCF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1C5DCF" w:rsidRDefault="001C5DCF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E4683">
        <w:rPr>
          <w:rFonts w:ascii="Times New Roman" w:hAnsi="Times New Roman"/>
          <w:sz w:val="24"/>
          <w:szCs w:val="24"/>
        </w:rPr>
        <w:t xml:space="preserve">Информация о результатах </w:t>
      </w:r>
      <w:r>
        <w:rPr>
          <w:rFonts w:ascii="Times New Roman" w:hAnsi="Times New Roman"/>
          <w:sz w:val="24"/>
          <w:szCs w:val="24"/>
        </w:rPr>
        <w:t xml:space="preserve">первого этапа </w:t>
      </w:r>
      <w:r w:rsidRPr="003E4683">
        <w:rPr>
          <w:rFonts w:ascii="Times New Roman" w:hAnsi="Times New Roman"/>
          <w:sz w:val="24"/>
          <w:szCs w:val="24"/>
        </w:rPr>
        <w:t>конкурса на замещение вакантн</w:t>
      </w:r>
      <w:r>
        <w:rPr>
          <w:rFonts w:ascii="Times New Roman" w:hAnsi="Times New Roman"/>
          <w:sz w:val="24"/>
          <w:szCs w:val="24"/>
        </w:rPr>
        <w:t>ых должностей</w:t>
      </w:r>
      <w:r w:rsidRPr="003E4683">
        <w:rPr>
          <w:rFonts w:ascii="Times New Roman" w:hAnsi="Times New Roman"/>
          <w:sz w:val="24"/>
          <w:szCs w:val="24"/>
        </w:rPr>
        <w:t>, объявленного на основании прика</w:t>
      </w:r>
      <w:r>
        <w:rPr>
          <w:rFonts w:ascii="Times New Roman" w:hAnsi="Times New Roman"/>
          <w:sz w:val="24"/>
          <w:szCs w:val="24"/>
        </w:rPr>
        <w:t>за Межр</w:t>
      </w:r>
      <w:r w:rsidRPr="003E4683">
        <w:rPr>
          <w:rFonts w:ascii="Times New Roman" w:hAnsi="Times New Roman"/>
          <w:sz w:val="24"/>
          <w:szCs w:val="24"/>
        </w:rPr>
        <w:t>егионального управления</w:t>
      </w:r>
    </w:p>
    <w:p w:rsidR="001C5DCF" w:rsidRDefault="001C5DCF" w:rsidP="003E4683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E468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 9</w:t>
      </w:r>
      <w:r w:rsidRPr="003E4683">
        <w:rPr>
          <w:rFonts w:ascii="Times New Roman" w:hAnsi="Times New Roman"/>
          <w:sz w:val="24"/>
          <w:szCs w:val="24"/>
        </w:rPr>
        <w:t xml:space="preserve">1 ФМБА России </w:t>
      </w:r>
      <w:r w:rsidRPr="00C21A01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02.07.2018г. № 56</w:t>
      </w:r>
    </w:p>
    <w:p w:rsidR="001C5DCF" w:rsidRPr="003E4683" w:rsidRDefault="001C5DCF" w:rsidP="00570D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C5DCF" w:rsidRPr="0066132F" w:rsidRDefault="001C5DCF" w:rsidP="002167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132F">
        <w:rPr>
          <w:rFonts w:ascii="Times New Roman" w:hAnsi="Times New Roman"/>
          <w:sz w:val="24"/>
          <w:szCs w:val="24"/>
        </w:rPr>
        <w:t xml:space="preserve">Объявление от </w:t>
      </w:r>
      <w:r>
        <w:rPr>
          <w:rFonts w:ascii="Times New Roman" w:hAnsi="Times New Roman"/>
          <w:sz w:val="24"/>
          <w:szCs w:val="24"/>
        </w:rPr>
        <w:t xml:space="preserve">02 июля 2018 года </w:t>
      </w:r>
      <w:r w:rsidRPr="0066132F">
        <w:rPr>
          <w:rFonts w:ascii="Times New Roman" w:hAnsi="Times New Roman"/>
          <w:sz w:val="24"/>
          <w:szCs w:val="24"/>
        </w:rPr>
        <w:t>о приеме документов для участия в конкурсе на замещение вакантн</w:t>
      </w:r>
      <w:r>
        <w:rPr>
          <w:rFonts w:ascii="Times New Roman" w:hAnsi="Times New Roman"/>
          <w:sz w:val="24"/>
          <w:szCs w:val="24"/>
        </w:rPr>
        <w:t>ой</w:t>
      </w:r>
      <w:r w:rsidRPr="0066132F">
        <w:rPr>
          <w:rFonts w:ascii="Times New Roman" w:hAnsi="Times New Roman"/>
          <w:sz w:val="24"/>
          <w:szCs w:val="24"/>
        </w:rPr>
        <w:t xml:space="preserve"> должност</w:t>
      </w:r>
      <w:r>
        <w:rPr>
          <w:rFonts w:ascii="Times New Roman" w:hAnsi="Times New Roman"/>
          <w:sz w:val="24"/>
          <w:szCs w:val="24"/>
        </w:rPr>
        <w:t>и</w:t>
      </w:r>
      <w:r w:rsidRPr="0066132F">
        <w:rPr>
          <w:rFonts w:ascii="Times New Roman" w:hAnsi="Times New Roman"/>
          <w:sz w:val="24"/>
          <w:szCs w:val="24"/>
        </w:rPr>
        <w:t xml:space="preserve"> федеральной государственной гражданской службы</w:t>
      </w:r>
      <w:r>
        <w:rPr>
          <w:rFonts w:ascii="Times New Roman" w:hAnsi="Times New Roman"/>
          <w:sz w:val="24"/>
          <w:szCs w:val="24"/>
        </w:rPr>
        <w:t xml:space="preserve"> ведущего </w:t>
      </w:r>
      <w:r w:rsidRPr="0021671F">
        <w:rPr>
          <w:rFonts w:ascii="Times New Roman" w:hAnsi="Times New Roman"/>
          <w:sz w:val="24"/>
          <w:szCs w:val="24"/>
        </w:rPr>
        <w:t>специалист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>-эксперт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отдела специализированного надзора за условиями труда в Межрегиональном управлении № 9</w:t>
      </w:r>
      <w:r w:rsidRPr="0066132F">
        <w:rPr>
          <w:rFonts w:ascii="Times New Roman" w:hAnsi="Times New Roman"/>
          <w:sz w:val="24"/>
          <w:szCs w:val="24"/>
        </w:rPr>
        <w:t>1 ФМБА России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132F">
        <w:rPr>
          <w:rFonts w:ascii="Times New Roman" w:hAnsi="Times New Roman"/>
          <w:sz w:val="24"/>
          <w:szCs w:val="24"/>
        </w:rPr>
        <w:t xml:space="preserve">размещено </w:t>
      </w:r>
      <w:r>
        <w:rPr>
          <w:rFonts w:ascii="Times New Roman" w:hAnsi="Times New Roman"/>
          <w:sz w:val="24"/>
          <w:szCs w:val="24"/>
        </w:rPr>
        <w:t>03.07.2018</w:t>
      </w:r>
      <w:r w:rsidRPr="0066132F">
        <w:rPr>
          <w:rFonts w:ascii="Times New Roman" w:hAnsi="Times New Roman"/>
          <w:sz w:val="24"/>
          <w:szCs w:val="24"/>
        </w:rPr>
        <w:t>года на</w:t>
      </w:r>
      <w:r>
        <w:rPr>
          <w:rFonts w:ascii="Times New Roman" w:hAnsi="Times New Roman"/>
          <w:sz w:val="24"/>
          <w:szCs w:val="24"/>
        </w:rPr>
        <w:t xml:space="preserve"> сайте: </w:t>
      </w:r>
      <w:r>
        <w:rPr>
          <w:rFonts w:ascii="Times New Roman" w:hAnsi="Times New Roman"/>
          <w:sz w:val="24"/>
          <w:szCs w:val="24"/>
          <w:lang w:val="en-US"/>
        </w:rPr>
        <w:t>mru</w:t>
      </w:r>
      <w:r>
        <w:rPr>
          <w:rFonts w:ascii="Times New Roman" w:hAnsi="Times New Roman"/>
          <w:sz w:val="24"/>
          <w:szCs w:val="24"/>
        </w:rPr>
        <w:t>9</w:t>
      </w:r>
      <w:r w:rsidRPr="0094600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>fmbaros</w:t>
      </w:r>
      <w:r w:rsidRPr="0094600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66132F">
        <w:rPr>
          <w:rFonts w:ascii="Times New Roman" w:hAnsi="Times New Roman"/>
          <w:sz w:val="24"/>
          <w:szCs w:val="24"/>
        </w:rPr>
        <w:t>.</w:t>
      </w:r>
    </w:p>
    <w:p w:rsidR="001C5DCF" w:rsidRPr="0066132F" w:rsidRDefault="001C5DCF" w:rsidP="00570DD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документов завершен 25.07.</w:t>
      </w:r>
      <w:r w:rsidRPr="0066132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66132F">
        <w:rPr>
          <w:rFonts w:ascii="Times New Roman" w:hAnsi="Times New Roman"/>
          <w:sz w:val="24"/>
          <w:szCs w:val="24"/>
        </w:rPr>
        <w:t xml:space="preserve"> года.</w:t>
      </w:r>
    </w:p>
    <w:p w:rsidR="001C5DCF" w:rsidRPr="0066132F" w:rsidRDefault="001C5DCF" w:rsidP="00570D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132F">
        <w:rPr>
          <w:rFonts w:ascii="Times New Roman" w:hAnsi="Times New Roman"/>
          <w:sz w:val="24"/>
          <w:szCs w:val="24"/>
        </w:rPr>
        <w:t xml:space="preserve">В соответствии с п.20 </w:t>
      </w:r>
      <w:r>
        <w:rPr>
          <w:rFonts w:ascii="Times New Roman" w:hAnsi="Times New Roman"/>
          <w:sz w:val="24"/>
          <w:szCs w:val="24"/>
        </w:rPr>
        <w:t>П</w:t>
      </w:r>
      <w:r w:rsidRPr="0066132F">
        <w:rPr>
          <w:rFonts w:ascii="Times New Roman" w:hAnsi="Times New Roman"/>
          <w:sz w:val="24"/>
          <w:szCs w:val="24"/>
        </w:rPr>
        <w:t xml:space="preserve">оложения о конкурсе на замещение вакантной должности государственной гражданской службы, утвержденного Указом Президента РФ от 01.02.2005 №112, заседание конкурсной комиссии проводится при наличии не менее двух кандидатов на каждую замещаемую должность. </w:t>
      </w:r>
    </w:p>
    <w:p w:rsidR="001C5DCF" w:rsidRPr="00434A04" w:rsidRDefault="001C5DCF" w:rsidP="002862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первого этапа конкурса в наличии имеется два кандидата на замещение вакантной должности главного специалиста</w:t>
      </w:r>
      <w:r w:rsidRPr="0021671F">
        <w:rPr>
          <w:rFonts w:ascii="Times New Roman" w:hAnsi="Times New Roman"/>
          <w:sz w:val="24"/>
          <w:szCs w:val="24"/>
        </w:rPr>
        <w:t>-эксперт</w:t>
      </w:r>
      <w:r>
        <w:rPr>
          <w:rFonts w:ascii="Times New Roman" w:hAnsi="Times New Roman"/>
          <w:sz w:val="24"/>
          <w:szCs w:val="24"/>
        </w:rPr>
        <w:t>а</w:t>
      </w:r>
      <w:r w:rsidRPr="002167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отдела бухгалтерского учета и отчетности </w:t>
      </w:r>
      <w:r w:rsidRPr="00434A04">
        <w:rPr>
          <w:rFonts w:ascii="Times New Roman" w:hAnsi="Times New Roman"/>
          <w:sz w:val="24"/>
          <w:szCs w:val="24"/>
        </w:rPr>
        <w:t>Межрегионального управления №</w:t>
      </w:r>
      <w:r>
        <w:rPr>
          <w:rFonts w:ascii="Times New Roman" w:hAnsi="Times New Roman"/>
          <w:sz w:val="24"/>
          <w:szCs w:val="24"/>
        </w:rPr>
        <w:t>9</w:t>
      </w:r>
      <w:r w:rsidRPr="00434A04">
        <w:rPr>
          <w:rFonts w:ascii="Times New Roman" w:hAnsi="Times New Roman"/>
          <w:sz w:val="24"/>
          <w:szCs w:val="24"/>
        </w:rPr>
        <w:t>1 ФМБА России</w:t>
      </w:r>
      <w:r>
        <w:rPr>
          <w:rFonts w:ascii="Times New Roman" w:hAnsi="Times New Roman"/>
          <w:sz w:val="24"/>
          <w:szCs w:val="24"/>
        </w:rPr>
        <w:t>.</w:t>
      </w:r>
    </w:p>
    <w:p w:rsidR="001C5DCF" w:rsidRDefault="001C5DCF" w:rsidP="00480F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приказа Межрегионального управления №9</w:t>
      </w:r>
      <w:r w:rsidRPr="003E4683">
        <w:rPr>
          <w:rFonts w:ascii="Times New Roman" w:hAnsi="Times New Roman"/>
          <w:sz w:val="24"/>
          <w:szCs w:val="24"/>
        </w:rPr>
        <w:t>1 ФМБА России от</w:t>
      </w:r>
      <w:r>
        <w:rPr>
          <w:rFonts w:ascii="Times New Roman" w:hAnsi="Times New Roman"/>
          <w:sz w:val="24"/>
          <w:szCs w:val="24"/>
        </w:rPr>
        <w:t xml:space="preserve"> 26 июля 2018 года </w:t>
      </w:r>
      <w:r w:rsidRPr="007042D2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61</w:t>
      </w:r>
      <w:r w:rsidRPr="007042D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принято решение о проведении 30.07.2018 года второго этапа конкурса для оценки профессионального уровня кандидатов на замещение вакантной должности, их соответствия установленным квалификационным требованиям для замещения  вакантной должности. </w:t>
      </w:r>
    </w:p>
    <w:p w:rsidR="001C5DCF" w:rsidRDefault="001C5DCF" w:rsidP="00286292">
      <w:pPr>
        <w:spacing w:after="0" w:line="240" w:lineRule="auto"/>
        <w:ind w:right="-6"/>
        <w:jc w:val="both"/>
      </w:pPr>
      <w:r>
        <w:rPr>
          <w:rFonts w:ascii="Times New Roman" w:hAnsi="Times New Roman"/>
          <w:sz w:val="24"/>
          <w:szCs w:val="24"/>
        </w:rPr>
        <w:tab/>
        <w:t>Заседание конкурсной комиссии состоится 30.07.2018 года в 13.00. по адресу: 624200, Свердловская область, город Лесной, улица Гоголя, дом 10, каб.24.</w:t>
      </w:r>
    </w:p>
    <w:p w:rsidR="001C5DCF" w:rsidRDefault="001C5DCF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p w:rsidR="001C5DCF" w:rsidRDefault="001C5DCF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</w:p>
    <w:p w:rsidR="001C5DCF" w:rsidRDefault="001C5DCF" w:rsidP="00342227">
      <w:pPr>
        <w:spacing w:after="0" w:line="240" w:lineRule="auto"/>
        <w:ind w:right="-6" w:firstLine="70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C5DCF" w:rsidSect="00AA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683"/>
    <w:rsid w:val="0001426C"/>
    <w:rsid w:val="00085A0A"/>
    <w:rsid w:val="000D2540"/>
    <w:rsid w:val="00120D9F"/>
    <w:rsid w:val="001223A7"/>
    <w:rsid w:val="00130999"/>
    <w:rsid w:val="00156F74"/>
    <w:rsid w:val="00167500"/>
    <w:rsid w:val="001B70B2"/>
    <w:rsid w:val="001C5DCF"/>
    <w:rsid w:val="001D0241"/>
    <w:rsid w:val="001E5A60"/>
    <w:rsid w:val="0021671F"/>
    <w:rsid w:val="00220DD5"/>
    <w:rsid w:val="00235914"/>
    <w:rsid w:val="00240B5F"/>
    <w:rsid w:val="002805E7"/>
    <w:rsid w:val="00286292"/>
    <w:rsid w:val="00312AC7"/>
    <w:rsid w:val="00315183"/>
    <w:rsid w:val="00325D29"/>
    <w:rsid w:val="00342227"/>
    <w:rsid w:val="003565A9"/>
    <w:rsid w:val="003E3943"/>
    <w:rsid w:val="003E4683"/>
    <w:rsid w:val="003F15C8"/>
    <w:rsid w:val="00424DA9"/>
    <w:rsid w:val="00434A04"/>
    <w:rsid w:val="00442172"/>
    <w:rsid w:val="00475D90"/>
    <w:rsid w:val="00480FF5"/>
    <w:rsid w:val="0048309A"/>
    <w:rsid w:val="004D26D6"/>
    <w:rsid w:val="0050246D"/>
    <w:rsid w:val="00513FA4"/>
    <w:rsid w:val="0054140A"/>
    <w:rsid w:val="00544E54"/>
    <w:rsid w:val="00570DDC"/>
    <w:rsid w:val="005F1EC3"/>
    <w:rsid w:val="00637875"/>
    <w:rsid w:val="0066132F"/>
    <w:rsid w:val="006867FA"/>
    <w:rsid w:val="006C6C27"/>
    <w:rsid w:val="007005B4"/>
    <w:rsid w:val="007042D2"/>
    <w:rsid w:val="00720F1A"/>
    <w:rsid w:val="00725C96"/>
    <w:rsid w:val="0074163F"/>
    <w:rsid w:val="007728C8"/>
    <w:rsid w:val="007762F6"/>
    <w:rsid w:val="00784A82"/>
    <w:rsid w:val="0078599B"/>
    <w:rsid w:val="007A3D1A"/>
    <w:rsid w:val="007C44EA"/>
    <w:rsid w:val="007D5798"/>
    <w:rsid w:val="00807869"/>
    <w:rsid w:val="00874B91"/>
    <w:rsid w:val="008803BB"/>
    <w:rsid w:val="008953FE"/>
    <w:rsid w:val="008E1374"/>
    <w:rsid w:val="00946003"/>
    <w:rsid w:val="00A14838"/>
    <w:rsid w:val="00A33929"/>
    <w:rsid w:val="00A53E6E"/>
    <w:rsid w:val="00A727E4"/>
    <w:rsid w:val="00AA699F"/>
    <w:rsid w:val="00B24C09"/>
    <w:rsid w:val="00B610A9"/>
    <w:rsid w:val="00B63EF8"/>
    <w:rsid w:val="00B82447"/>
    <w:rsid w:val="00BA78C2"/>
    <w:rsid w:val="00BC4A4A"/>
    <w:rsid w:val="00BD616D"/>
    <w:rsid w:val="00C21A01"/>
    <w:rsid w:val="00C91BD0"/>
    <w:rsid w:val="00D10FD2"/>
    <w:rsid w:val="00D37669"/>
    <w:rsid w:val="00D63B40"/>
    <w:rsid w:val="00D64884"/>
    <w:rsid w:val="00D6518C"/>
    <w:rsid w:val="00D87B17"/>
    <w:rsid w:val="00E954DA"/>
    <w:rsid w:val="00F00B1F"/>
    <w:rsid w:val="00F02A8D"/>
    <w:rsid w:val="00F207B5"/>
    <w:rsid w:val="00F25FFF"/>
    <w:rsid w:val="00F35FC8"/>
    <w:rsid w:val="00F66BFA"/>
    <w:rsid w:val="00FA21E5"/>
    <w:rsid w:val="00FF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99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87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7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1</Pages>
  <Words>249</Words>
  <Characters>1423</Characters>
  <Application>Microsoft Office Outlook</Application>
  <DocSecurity>0</DocSecurity>
  <Lines>0</Lines>
  <Paragraphs>0</Paragraphs>
  <ScaleCrop>false</ScaleCrop>
  <Company>Региональное управление №51 ФМБА России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Анатольевна Соколова</dc:creator>
  <cp:keywords/>
  <dc:description/>
  <cp:lastModifiedBy>Бычкова</cp:lastModifiedBy>
  <cp:revision>66</cp:revision>
  <cp:lastPrinted>2017-08-07T06:40:00Z</cp:lastPrinted>
  <dcterms:created xsi:type="dcterms:W3CDTF">2009-11-30T06:52:00Z</dcterms:created>
  <dcterms:modified xsi:type="dcterms:W3CDTF">2018-07-27T03:38:00Z</dcterms:modified>
</cp:coreProperties>
</file>