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EF8" w:rsidRPr="00D87B17" w:rsidRDefault="00B63EF8" w:rsidP="00D87B17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D87B17">
        <w:rPr>
          <w:rFonts w:ascii="Times New Roman" w:hAnsi="Times New Roman"/>
          <w:b/>
          <w:sz w:val="24"/>
          <w:szCs w:val="24"/>
        </w:rPr>
        <w:t>Информация для размещения на сайте mru</w:t>
      </w:r>
      <w:r>
        <w:rPr>
          <w:rFonts w:ascii="Times New Roman" w:hAnsi="Times New Roman"/>
          <w:b/>
          <w:sz w:val="24"/>
          <w:szCs w:val="24"/>
        </w:rPr>
        <w:t>9</w:t>
      </w:r>
      <w:r w:rsidRPr="00D87B17">
        <w:rPr>
          <w:rFonts w:ascii="Times New Roman" w:hAnsi="Times New Roman"/>
          <w:b/>
          <w:sz w:val="24"/>
          <w:szCs w:val="24"/>
        </w:rPr>
        <w:t xml:space="preserve">1.fmbaros.ru </w:t>
      </w:r>
      <w:r w:rsidRPr="00D87B17"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в</w:t>
      </w:r>
      <w:r w:rsidRPr="00D87B17">
        <w:rPr>
          <w:rFonts w:ascii="Times New Roman" w:hAnsi="Times New Roman"/>
          <w:b/>
          <w:sz w:val="24"/>
          <w:szCs w:val="24"/>
        </w:rPr>
        <w:t xml:space="preserve"> разделе Информация о конкурсах на замещение вакантных должностей</w:t>
      </w:r>
    </w:p>
    <w:p w:rsidR="00B63EF8" w:rsidRDefault="00B63EF8" w:rsidP="003E4683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B63EF8" w:rsidRDefault="00B63EF8" w:rsidP="003E4683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B63EF8" w:rsidRDefault="00B63EF8" w:rsidP="003E4683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3E4683">
        <w:rPr>
          <w:rFonts w:ascii="Times New Roman" w:hAnsi="Times New Roman"/>
          <w:sz w:val="24"/>
          <w:szCs w:val="24"/>
        </w:rPr>
        <w:t xml:space="preserve">Информация о результатах </w:t>
      </w:r>
      <w:r>
        <w:rPr>
          <w:rFonts w:ascii="Times New Roman" w:hAnsi="Times New Roman"/>
          <w:sz w:val="24"/>
          <w:szCs w:val="24"/>
        </w:rPr>
        <w:t xml:space="preserve">первого этапа </w:t>
      </w:r>
      <w:r w:rsidRPr="003E4683">
        <w:rPr>
          <w:rFonts w:ascii="Times New Roman" w:hAnsi="Times New Roman"/>
          <w:sz w:val="24"/>
          <w:szCs w:val="24"/>
        </w:rPr>
        <w:t>конкурса на замещение вакантн</w:t>
      </w:r>
      <w:r>
        <w:rPr>
          <w:rFonts w:ascii="Times New Roman" w:hAnsi="Times New Roman"/>
          <w:sz w:val="24"/>
          <w:szCs w:val="24"/>
        </w:rPr>
        <w:t>ых должностей</w:t>
      </w:r>
      <w:r w:rsidRPr="003E4683">
        <w:rPr>
          <w:rFonts w:ascii="Times New Roman" w:hAnsi="Times New Roman"/>
          <w:sz w:val="24"/>
          <w:szCs w:val="24"/>
        </w:rPr>
        <w:t>, объявленного на основании прика</w:t>
      </w:r>
      <w:r>
        <w:rPr>
          <w:rFonts w:ascii="Times New Roman" w:hAnsi="Times New Roman"/>
          <w:sz w:val="24"/>
          <w:szCs w:val="24"/>
        </w:rPr>
        <w:t>за Межр</w:t>
      </w:r>
      <w:r w:rsidRPr="003E4683">
        <w:rPr>
          <w:rFonts w:ascii="Times New Roman" w:hAnsi="Times New Roman"/>
          <w:sz w:val="24"/>
          <w:szCs w:val="24"/>
        </w:rPr>
        <w:t>егионального управления</w:t>
      </w:r>
    </w:p>
    <w:p w:rsidR="00B63EF8" w:rsidRDefault="00B63EF8" w:rsidP="003E4683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3E468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> 9</w:t>
      </w:r>
      <w:r w:rsidRPr="003E4683">
        <w:rPr>
          <w:rFonts w:ascii="Times New Roman" w:hAnsi="Times New Roman"/>
          <w:sz w:val="24"/>
          <w:szCs w:val="24"/>
        </w:rPr>
        <w:t xml:space="preserve">1 ФМБА России </w:t>
      </w:r>
      <w:r w:rsidRPr="00C21A01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24.11.2017г. № 95</w:t>
      </w:r>
    </w:p>
    <w:p w:rsidR="00B63EF8" w:rsidRPr="003E4683" w:rsidRDefault="00B63EF8" w:rsidP="00570DD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63EF8" w:rsidRPr="0066132F" w:rsidRDefault="00B63EF8" w:rsidP="0021671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6132F">
        <w:rPr>
          <w:rFonts w:ascii="Times New Roman" w:hAnsi="Times New Roman"/>
          <w:sz w:val="24"/>
          <w:szCs w:val="24"/>
        </w:rPr>
        <w:t xml:space="preserve">Объявление от </w:t>
      </w:r>
      <w:r>
        <w:rPr>
          <w:rFonts w:ascii="Times New Roman" w:hAnsi="Times New Roman"/>
          <w:sz w:val="24"/>
          <w:szCs w:val="24"/>
        </w:rPr>
        <w:t xml:space="preserve">27 ноября 2017 года </w:t>
      </w:r>
      <w:r w:rsidRPr="0066132F">
        <w:rPr>
          <w:rFonts w:ascii="Times New Roman" w:hAnsi="Times New Roman"/>
          <w:sz w:val="24"/>
          <w:szCs w:val="24"/>
        </w:rPr>
        <w:t>о приеме документов для участия в конкурсе на замещение вакантн</w:t>
      </w:r>
      <w:r>
        <w:rPr>
          <w:rFonts w:ascii="Times New Roman" w:hAnsi="Times New Roman"/>
          <w:sz w:val="24"/>
          <w:szCs w:val="24"/>
        </w:rPr>
        <w:t>ой</w:t>
      </w:r>
      <w:r w:rsidRPr="0066132F">
        <w:rPr>
          <w:rFonts w:ascii="Times New Roman" w:hAnsi="Times New Roman"/>
          <w:sz w:val="24"/>
          <w:szCs w:val="24"/>
        </w:rPr>
        <w:t xml:space="preserve"> должност</w:t>
      </w:r>
      <w:r>
        <w:rPr>
          <w:rFonts w:ascii="Times New Roman" w:hAnsi="Times New Roman"/>
          <w:sz w:val="24"/>
          <w:szCs w:val="24"/>
        </w:rPr>
        <w:t>и</w:t>
      </w:r>
      <w:r w:rsidRPr="0066132F">
        <w:rPr>
          <w:rFonts w:ascii="Times New Roman" w:hAnsi="Times New Roman"/>
          <w:sz w:val="24"/>
          <w:szCs w:val="24"/>
        </w:rPr>
        <w:t xml:space="preserve"> федеральной государственной гражданской службы</w:t>
      </w:r>
      <w:r>
        <w:rPr>
          <w:rFonts w:ascii="Times New Roman" w:hAnsi="Times New Roman"/>
          <w:sz w:val="24"/>
          <w:szCs w:val="24"/>
        </w:rPr>
        <w:t xml:space="preserve"> ведущего </w:t>
      </w:r>
      <w:r w:rsidRPr="0021671F">
        <w:rPr>
          <w:rFonts w:ascii="Times New Roman" w:hAnsi="Times New Roman"/>
          <w:sz w:val="24"/>
          <w:szCs w:val="24"/>
        </w:rPr>
        <w:t>специалист</w:t>
      </w:r>
      <w:r>
        <w:rPr>
          <w:rFonts w:ascii="Times New Roman" w:hAnsi="Times New Roman"/>
          <w:sz w:val="24"/>
          <w:szCs w:val="24"/>
        </w:rPr>
        <w:t>а</w:t>
      </w:r>
      <w:r w:rsidRPr="0021671F">
        <w:rPr>
          <w:rFonts w:ascii="Times New Roman" w:hAnsi="Times New Roman"/>
          <w:sz w:val="24"/>
          <w:szCs w:val="24"/>
        </w:rPr>
        <w:t>-эксперт</w:t>
      </w:r>
      <w:r>
        <w:rPr>
          <w:rFonts w:ascii="Times New Roman" w:hAnsi="Times New Roman"/>
          <w:sz w:val="24"/>
          <w:szCs w:val="24"/>
        </w:rPr>
        <w:t>а</w:t>
      </w:r>
      <w:r w:rsidRPr="002167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отдела специализированного надзора за условиями труда в Межрегиональном управлении № 9</w:t>
      </w:r>
      <w:r w:rsidRPr="0066132F">
        <w:rPr>
          <w:rFonts w:ascii="Times New Roman" w:hAnsi="Times New Roman"/>
          <w:sz w:val="24"/>
          <w:szCs w:val="24"/>
        </w:rPr>
        <w:t>1 ФМБА России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132F">
        <w:rPr>
          <w:rFonts w:ascii="Times New Roman" w:hAnsi="Times New Roman"/>
          <w:sz w:val="24"/>
          <w:szCs w:val="24"/>
        </w:rPr>
        <w:t xml:space="preserve">размещено </w:t>
      </w:r>
      <w:r>
        <w:rPr>
          <w:rFonts w:ascii="Times New Roman" w:hAnsi="Times New Roman"/>
          <w:sz w:val="24"/>
          <w:szCs w:val="24"/>
        </w:rPr>
        <w:t>27.11.2017</w:t>
      </w:r>
      <w:r w:rsidRPr="0066132F">
        <w:rPr>
          <w:rFonts w:ascii="Times New Roman" w:hAnsi="Times New Roman"/>
          <w:sz w:val="24"/>
          <w:szCs w:val="24"/>
        </w:rPr>
        <w:t>года на</w:t>
      </w:r>
      <w:r>
        <w:rPr>
          <w:rFonts w:ascii="Times New Roman" w:hAnsi="Times New Roman"/>
          <w:sz w:val="24"/>
          <w:szCs w:val="24"/>
        </w:rPr>
        <w:t xml:space="preserve"> сайте: </w:t>
      </w:r>
      <w:r>
        <w:rPr>
          <w:rFonts w:ascii="Times New Roman" w:hAnsi="Times New Roman"/>
          <w:sz w:val="24"/>
          <w:szCs w:val="24"/>
          <w:lang w:val="en-US"/>
        </w:rPr>
        <w:t>mru</w:t>
      </w:r>
      <w:r>
        <w:rPr>
          <w:rFonts w:ascii="Times New Roman" w:hAnsi="Times New Roman"/>
          <w:sz w:val="24"/>
          <w:szCs w:val="24"/>
        </w:rPr>
        <w:t>9</w:t>
      </w:r>
      <w:r w:rsidRPr="00946003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  <w:lang w:val="en-US"/>
        </w:rPr>
        <w:t>fmbaros</w:t>
      </w:r>
      <w:r w:rsidRPr="0094600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  <w:r w:rsidRPr="0066132F">
        <w:rPr>
          <w:rFonts w:ascii="Times New Roman" w:hAnsi="Times New Roman"/>
          <w:sz w:val="24"/>
          <w:szCs w:val="24"/>
        </w:rPr>
        <w:t>.</w:t>
      </w:r>
    </w:p>
    <w:p w:rsidR="00B63EF8" w:rsidRPr="0066132F" w:rsidRDefault="00B63EF8" w:rsidP="00570DD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Прием документов завершен 24.12</w:t>
      </w:r>
      <w:r w:rsidRPr="0066132F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7</w:t>
      </w:r>
      <w:r w:rsidRPr="0066132F">
        <w:rPr>
          <w:rFonts w:ascii="Times New Roman" w:hAnsi="Times New Roman"/>
          <w:sz w:val="24"/>
          <w:szCs w:val="24"/>
        </w:rPr>
        <w:t xml:space="preserve"> года.</w:t>
      </w:r>
    </w:p>
    <w:p w:rsidR="00B63EF8" w:rsidRPr="0066132F" w:rsidRDefault="00B63EF8" w:rsidP="00570DD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132F">
        <w:rPr>
          <w:rFonts w:ascii="Times New Roman" w:hAnsi="Times New Roman"/>
          <w:sz w:val="24"/>
          <w:szCs w:val="24"/>
        </w:rPr>
        <w:t xml:space="preserve">В соответствии с п.20 </w:t>
      </w:r>
      <w:r>
        <w:rPr>
          <w:rFonts w:ascii="Times New Roman" w:hAnsi="Times New Roman"/>
          <w:sz w:val="24"/>
          <w:szCs w:val="24"/>
        </w:rPr>
        <w:t>П</w:t>
      </w:r>
      <w:r w:rsidRPr="0066132F">
        <w:rPr>
          <w:rFonts w:ascii="Times New Roman" w:hAnsi="Times New Roman"/>
          <w:sz w:val="24"/>
          <w:szCs w:val="24"/>
        </w:rPr>
        <w:t xml:space="preserve">оложения о конкурсе на замещение вакантной должности государственной гражданской службы, утвержденного Указом Президента РФ от 01.02.2005 №112, заседание конкурсной комиссии проводится при наличии не менее двух кандидатов на каждую замещаемую должность. </w:t>
      </w:r>
    </w:p>
    <w:p w:rsidR="00B63EF8" w:rsidRPr="00434A04" w:rsidRDefault="00B63EF8" w:rsidP="0028629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окончании первого этапа конкурса в наличии имеется два кандидата на замещение вакантной должности ведущего </w:t>
      </w:r>
      <w:r w:rsidRPr="0021671F">
        <w:rPr>
          <w:rFonts w:ascii="Times New Roman" w:hAnsi="Times New Roman"/>
          <w:sz w:val="24"/>
          <w:szCs w:val="24"/>
        </w:rPr>
        <w:t>специалист</w:t>
      </w:r>
      <w:r>
        <w:rPr>
          <w:rFonts w:ascii="Times New Roman" w:hAnsi="Times New Roman"/>
          <w:sz w:val="24"/>
          <w:szCs w:val="24"/>
        </w:rPr>
        <w:t>а</w:t>
      </w:r>
      <w:r w:rsidRPr="0021671F">
        <w:rPr>
          <w:rFonts w:ascii="Times New Roman" w:hAnsi="Times New Roman"/>
          <w:sz w:val="24"/>
          <w:szCs w:val="24"/>
        </w:rPr>
        <w:t>-эксперт</w:t>
      </w:r>
      <w:r>
        <w:rPr>
          <w:rFonts w:ascii="Times New Roman" w:hAnsi="Times New Roman"/>
          <w:sz w:val="24"/>
          <w:szCs w:val="24"/>
        </w:rPr>
        <w:t>а</w:t>
      </w:r>
      <w:r w:rsidRPr="002167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отдела специализированного надзора за условиями труда </w:t>
      </w:r>
      <w:r w:rsidRPr="00434A04">
        <w:rPr>
          <w:rFonts w:ascii="Times New Roman" w:hAnsi="Times New Roman"/>
          <w:sz w:val="24"/>
          <w:szCs w:val="24"/>
        </w:rPr>
        <w:t>Межрегионального управления №</w:t>
      </w:r>
      <w:r>
        <w:rPr>
          <w:rFonts w:ascii="Times New Roman" w:hAnsi="Times New Roman"/>
          <w:sz w:val="24"/>
          <w:szCs w:val="24"/>
        </w:rPr>
        <w:t>9</w:t>
      </w:r>
      <w:r w:rsidRPr="00434A04">
        <w:rPr>
          <w:rFonts w:ascii="Times New Roman" w:hAnsi="Times New Roman"/>
          <w:sz w:val="24"/>
          <w:szCs w:val="24"/>
        </w:rPr>
        <w:t>1 ФМБА России</w:t>
      </w:r>
      <w:r>
        <w:rPr>
          <w:rFonts w:ascii="Times New Roman" w:hAnsi="Times New Roman"/>
          <w:sz w:val="24"/>
          <w:szCs w:val="24"/>
        </w:rPr>
        <w:t>.</w:t>
      </w:r>
    </w:p>
    <w:p w:rsidR="00B63EF8" w:rsidRDefault="00B63EF8" w:rsidP="00480FF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основании приказа Межрегионального управления №9</w:t>
      </w:r>
      <w:r w:rsidRPr="003E4683">
        <w:rPr>
          <w:rFonts w:ascii="Times New Roman" w:hAnsi="Times New Roman"/>
          <w:sz w:val="24"/>
          <w:szCs w:val="24"/>
        </w:rPr>
        <w:t>1 ФМБА России от</w:t>
      </w:r>
      <w:r>
        <w:rPr>
          <w:rFonts w:ascii="Times New Roman" w:hAnsi="Times New Roman"/>
          <w:sz w:val="24"/>
          <w:szCs w:val="24"/>
        </w:rPr>
        <w:t xml:space="preserve"> 25 декабря 2017 года </w:t>
      </w:r>
      <w:r w:rsidRPr="007042D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>108</w:t>
      </w:r>
      <w:r w:rsidRPr="007042D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принято решение о проведении 29.12.2017 года второго этапа конкурса для оценки профессионального уровня кандидатов на замещение вакантной должности, их соответствия установленным квалификационным требованиям для замещения  вакантной должности. </w:t>
      </w:r>
    </w:p>
    <w:p w:rsidR="00B63EF8" w:rsidRDefault="00B63EF8" w:rsidP="00286292">
      <w:pPr>
        <w:spacing w:after="0" w:line="240" w:lineRule="auto"/>
        <w:ind w:right="-6"/>
        <w:jc w:val="both"/>
      </w:pPr>
      <w:r>
        <w:rPr>
          <w:rFonts w:ascii="Times New Roman" w:hAnsi="Times New Roman"/>
          <w:sz w:val="24"/>
          <w:szCs w:val="24"/>
        </w:rPr>
        <w:tab/>
        <w:t>Заседание конкурсной комиссии состоится 29.12.2017 года в 13.00. по адресу: 624200, Свердловская область, город Лесной, улица Гоголя, дом 10, каб.24.</w:t>
      </w:r>
    </w:p>
    <w:p w:rsidR="00B63EF8" w:rsidRDefault="00B63EF8" w:rsidP="00342227">
      <w:pPr>
        <w:spacing w:after="0" w:line="240" w:lineRule="auto"/>
        <w:ind w:right="-6" w:firstLine="703"/>
        <w:jc w:val="both"/>
        <w:rPr>
          <w:rFonts w:ascii="Times New Roman" w:hAnsi="Times New Roman"/>
          <w:sz w:val="24"/>
          <w:szCs w:val="24"/>
        </w:rPr>
      </w:pPr>
    </w:p>
    <w:p w:rsidR="00B63EF8" w:rsidRDefault="00B63EF8" w:rsidP="00342227">
      <w:pPr>
        <w:spacing w:after="0" w:line="240" w:lineRule="auto"/>
        <w:ind w:right="-6" w:firstLine="703"/>
        <w:jc w:val="both"/>
        <w:rPr>
          <w:rFonts w:ascii="Times New Roman" w:hAnsi="Times New Roman"/>
          <w:sz w:val="24"/>
          <w:szCs w:val="24"/>
        </w:rPr>
      </w:pPr>
    </w:p>
    <w:p w:rsidR="00B63EF8" w:rsidRDefault="00B63EF8" w:rsidP="00342227">
      <w:pPr>
        <w:spacing w:after="0" w:line="240" w:lineRule="auto"/>
        <w:ind w:right="-6" w:firstLine="703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B63EF8" w:rsidSect="00AA6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4683"/>
    <w:rsid w:val="0001426C"/>
    <w:rsid w:val="00085A0A"/>
    <w:rsid w:val="000D2540"/>
    <w:rsid w:val="00120D9F"/>
    <w:rsid w:val="001223A7"/>
    <w:rsid w:val="00130999"/>
    <w:rsid w:val="00156F74"/>
    <w:rsid w:val="001B70B2"/>
    <w:rsid w:val="001D0241"/>
    <w:rsid w:val="001E5A60"/>
    <w:rsid w:val="0021671F"/>
    <w:rsid w:val="00220DD5"/>
    <w:rsid w:val="00235914"/>
    <w:rsid w:val="00240B5F"/>
    <w:rsid w:val="002805E7"/>
    <w:rsid w:val="00286292"/>
    <w:rsid w:val="00312AC7"/>
    <w:rsid w:val="00315183"/>
    <w:rsid w:val="00325D29"/>
    <w:rsid w:val="00342227"/>
    <w:rsid w:val="003E3943"/>
    <w:rsid w:val="003E4683"/>
    <w:rsid w:val="003F15C8"/>
    <w:rsid w:val="00424DA9"/>
    <w:rsid w:val="00434A04"/>
    <w:rsid w:val="00442172"/>
    <w:rsid w:val="00475D90"/>
    <w:rsid w:val="00480FF5"/>
    <w:rsid w:val="0048309A"/>
    <w:rsid w:val="004D26D6"/>
    <w:rsid w:val="0050246D"/>
    <w:rsid w:val="00513FA4"/>
    <w:rsid w:val="0054140A"/>
    <w:rsid w:val="00570DDC"/>
    <w:rsid w:val="005F1EC3"/>
    <w:rsid w:val="00637875"/>
    <w:rsid w:val="0066132F"/>
    <w:rsid w:val="006867FA"/>
    <w:rsid w:val="006C6C27"/>
    <w:rsid w:val="007005B4"/>
    <w:rsid w:val="007042D2"/>
    <w:rsid w:val="00720F1A"/>
    <w:rsid w:val="0074163F"/>
    <w:rsid w:val="007728C8"/>
    <w:rsid w:val="007762F6"/>
    <w:rsid w:val="00784A82"/>
    <w:rsid w:val="0078599B"/>
    <w:rsid w:val="007A3D1A"/>
    <w:rsid w:val="007C44EA"/>
    <w:rsid w:val="007D5798"/>
    <w:rsid w:val="00807869"/>
    <w:rsid w:val="00874B91"/>
    <w:rsid w:val="008803BB"/>
    <w:rsid w:val="008953FE"/>
    <w:rsid w:val="008E1374"/>
    <w:rsid w:val="00946003"/>
    <w:rsid w:val="00A14838"/>
    <w:rsid w:val="00A33929"/>
    <w:rsid w:val="00A53E6E"/>
    <w:rsid w:val="00A727E4"/>
    <w:rsid w:val="00AA699F"/>
    <w:rsid w:val="00B610A9"/>
    <w:rsid w:val="00B63EF8"/>
    <w:rsid w:val="00B82447"/>
    <w:rsid w:val="00BA78C2"/>
    <w:rsid w:val="00BC4A4A"/>
    <w:rsid w:val="00BD616D"/>
    <w:rsid w:val="00C21A01"/>
    <w:rsid w:val="00C91BD0"/>
    <w:rsid w:val="00D10FD2"/>
    <w:rsid w:val="00D37669"/>
    <w:rsid w:val="00D63B40"/>
    <w:rsid w:val="00D64884"/>
    <w:rsid w:val="00D6518C"/>
    <w:rsid w:val="00D87B17"/>
    <w:rsid w:val="00E954DA"/>
    <w:rsid w:val="00F00B1F"/>
    <w:rsid w:val="00F02A8D"/>
    <w:rsid w:val="00F207B5"/>
    <w:rsid w:val="00F25FFF"/>
    <w:rsid w:val="00F35FC8"/>
    <w:rsid w:val="00F66BFA"/>
    <w:rsid w:val="00FA21E5"/>
    <w:rsid w:val="00FF5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99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87B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7B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298</TotalTime>
  <Pages>1</Pages>
  <Words>252</Words>
  <Characters>1439</Characters>
  <Application>Microsoft Office Outlook</Application>
  <DocSecurity>0</DocSecurity>
  <Lines>0</Lines>
  <Paragraphs>0</Paragraphs>
  <ScaleCrop>false</ScaleCrop>
  <Company>Региональное управление №51 ФМБА России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Анатольевна Соколова</dc:creator>
  <cp:keywords/>
  <dc:description/>
  <cp:lastModifiedBy>Бычкова</cp:lastModifiedBy>
  <cp:revision>65</cp:revision>
  <cp:lastPrinted>2017-08-07T06:40:00Z</cp:lastPrinted>
  <dcterms:created xsi:type="dcterms:W3CDTF">2009-11-30T06:52:00Z</dcterms:created>
  <dcterms:modified xsi:type="dcterms:W3CDTF">2017-12-26T11:15:00Z</dcterms:modified>
</cp:coreProperties>
</file>